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750A30" w:rsidRPr="00750A30" w:rsidTr="00073FC4">
        <w:trPr>
          <w:trHeight w:val="312"/>
        </w:trPr>
        <w:tc>
          <w:tcPr>
            <w:tcW w:w="5245" w:type="dxa"/>
            <w:tcBorders>
              <w:bottom w:val="single" w:sz="4" w:space="0" w:color="FFFFFF"/>
            </w:tcBorders>
            <w:vAlign w:val="center"/>
          </w:tcPr>
          <w:p w:rsidR="00750A30" w:rsidRDefault="00750A30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  <w:p w:rsidR="007D15B7" w:rsidRPr="00750A30" w:rsidRDefault="007D15B7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750A30" w:rsidTr="00073FC4">
        <w:trPr>
          <w:trHeight w:val="1605"/>
        </w:trPr>
        <w:tc>
          <w:tcPr>
            <w:tcW w:w="5245" w:type="dxa"/>
            <w:tcBorders>
              <w:top w:val="single" w:sz="4" w:space="0" w:color="FFFFFF"/>
            </w:tcBorders>
            <w:vAlign w:val="center"/>
          </w:tcPr>
          <w:p w:rsidR="00750A30" w:rsidRPr="00750A30" w:rsidRDefault="00750A30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750A30" w:rsidRDefault="00750A30" w:rsidP="007D15B7">
            <w:pPr>
              <w:pStyle w:val="30"/>
              <w:spacing w:after="0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Ульяновской 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области на 201</w:t>
            </w:r>
            <w:r w:rsidR="00226AEA">
              <w:rPr>
                <w:bCs/>
                <w:snapToGrid w:val="0"/>
                <w:color w:val="000000"/>
                <w:sz w:val="28"/>
                <w:szCs w:val="28"/>
              </w:rPr>
              <w:t>8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год</w:t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 xml:space="preserve"> и на плановый </w:t>
            </w:r>
            <w:r w:rsidR="003E543A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  <w:r w:rsidR="00EF34C1">
              <w:rPr>
                <w:bCs/>
                <w:snapToGrid w:val="0"/>
                <w:color w:val="000000"/>
                <w:sz w:val="28"/>
                <w:szCs w:val="28"/>
              </w:rPr>
              <w:t>период 2019 и 2020 годов</w:t>
            </w:r>
            <w:r w:rsidR="003038EB">
              <w:rPr>
                <w:bCs/>
                <w:snapToGrid w:val="0"/>
                <w:color w:val="000000"/>
                <w:sz w:val="28"/>
                <w:szCs w:val="28"/>
              </w:rPr>
              <w:t>»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</w:t>
            </w:r>
            <w:r w:rsidR="00941462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</w:p>
        </w:tc>
      </w:tr>
      <w:tr w:rsidR="00750A30" w:rsidRPr="00750A30" w:rsidTr="00073FC4">
        <w:tc>
          <w:tcPr>
            <w:tcW w:w="5245" w:type="dxa"/>
          </w:tcPr>
          <w:p w:rsidR="00750A30" w:rsidRPr="00750A30" w:rsidRDefault="00750A30" w:rsidP="00397343">
            <w:pPr>
              <w:pStyle w:val="30"/>
              <w:spacing w:after="0" w:line="264" w:lineRule="auto"/>
              <w:rPr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750A30" w:rsidRDefault="00750A30" w:rsidP="00397343">
      <w:pPr>
        <w:spacing w:line="360" w:lineRule="auto"/>
        <w:rPr>
          <w:sz w:val="28"/>
          <w:szCs w:val="28"/>
        </w:rPr>
      </w:pPr>
    </w:p>
    <w:p w:rsidR="00750A30" w:rsidRPr="00750A30" w:rsidRDefault="00750A30" w:rsidP="00397343">
      <w:pPr>
        <w:pStyle w:val="4"/>
        <w:spacing w:line="264" w:lineRule="auto"/>
        <w:jc w:val="center"/>
        <w:rPr>
          <w:szCs w:val="28"/>
        </w:rPr>
      </w:pPr>
      <w:r w:rsidRPr="00750A30">
        <w:rPr>
          <w:szCs w:val="28"/>
        </w:rPr>
        <w:t>Нормативы распределения доходов между областным бюджетом</w:t>
      </w:r>
    </w:p>
    <w:p w:rsidR="00750A30" w:rsidRPr="00750A30" w:rsidRDefault="00750A30" w:rsidP="007F20B4">
      <w:pPr>
        <w:spacing w:line="264" w:lineRule="auto"/>
        <w:jc w:val="center"/>
        <w:rPr>
          <w:b/>
          <w:sz w:val="28"/>
          <w:szCs w:val="28"/>
        </w:rPr>
      </w:pPr>
      <w:r w:rsidRPr="00750A30">
        <w:rPr>
          <w:b/>
          <w:sz w:val="28"/>
          <w:szCs w:val="28"/>
        </w:rPr>
        <w:t>Ульяновской области и местными бюджетами на 201</w:t>
      </w:r>
      <w:r w:rsidR="00226AEA">
        <w:rPr>
          <w:b/>
          <w:sz w:val="28"/>
          <w:szCs w:val="28"/>
        </w:rPr>
        <w:t>8</w:t>
      </w:r>
      <w:r w:rsidRPr="00750A30">
        <w:rPr>
          <w:b/>
          <w:sz w:val="28"/>
          <w:szCs w:val="28"/>
        </w:rPr>
        <w:t xml:space="preserve"> год</w:t>
      </w:r>
      <w:r w:rsidR="00936158">
        <w:rPr>
          <w:b/>
          <w:sz w:val="28"/>
          <w:szCs w:val="28"/>
        </w:rPr>
        <w:br/>
      </w:r>
      <w:r w:rsidRPr="00750A30">
        <w:rPr>
          <w:b/>
          <w:sz w:val="28"/>
          <w:szCs w:val="28"/>
        </w:rPr>
        <w:t xml:space="preserve"> </w:t>
      </w:r>
      <w:r w:rsidR="00392890">
        <w:rPr>
          <w:b/>
          <w:sz w:val="28"/>
          <w:szCs w:val="28"/>
        </w:rPr>
        <w:t>и на плановый период 2019 и 2020 годов</w:t>
      </w:r>
      <w:r w:rsidRPr="00750A30">
        <w:rPr>
          <w:b/>
          <w:sz w:val="28"/>
          <w:szCs w:val="28"/>
        </w:rPr>
        <w:br/>
      </w:r>
    </w:p>
    <w:p w:rsidR="00750A30" w:rsidRPr="00750A30" w:rsidRDefault="00750A30" w:rsidP="00750A30">
      <w:pPr>
        <w:ind w:left="8080" w:firstLine="425"/>
        <w:jc w:val="center"/>
        <w:rPr>
          <w:sz w:val="28"/>
          <w:szCs w:val="28"/>
        </w:rPr>
      </w:pPr>
      <w:r w:rsidRPr="00750A30">
        <w:rPr>
          <w:sz w:val="28"/>
          <w:szCs w:val="28"/>
        </w:rPr>
        <w:t>процентов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418"/>
        <w:gridCol w:w="1417"/>
        <w:gridCol w:w="1418"/>
      </w:tblGrid>
      <w:tr w:rsidR="00750A30" w:rsidRPr="00750A30" w:rsidTr="00E249F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E249F3">
            <w:pPr>
              <w:ind w:left="-57" w:right="-57"/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Облас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ной бю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жет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Местные бюджеты</w:t>
            </w:r>
          </w:p>
        </w:tc>
      </w:tr>
      <w:tr w:rsidR="00750A30" w:rsidRPr="00750A30" w:rsidTr="00E249F3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941462" w:rsidP="009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юджеты горо</w:t>
            </w:r>
            <w:r w:rsidR="00750A30" w:rsidRPr="00750A30">
              <w:rPr>
                <w:sz w:val="28"/>
                <w:szCs w:val="28"/>
              </w:rPr>
              <w:t>д</w:t>
            </w:r>
            <w:r w:rsidR="00750A30" w:rsidRPr="00750A30">
              <w:rPr>
                <w:sz w:val="28"/>
                <w:szCs w:val="28"/>
              </w:rPr>
              <w:t xml:space="preserve">ских </w:t>
            </w:r>
            <w:r w:rsidR="00B967D4">
              <w:rPr>
                <w:sz w:val="28"/>
                <w:szCs w:val="28"/>
              </w:rPr>
              <w:br/>
            </w:r>
            <w:r w:rsidR="00750A30" w:rsidRPr="00750A30">
              <w:rPr>
                <w:sz w:val="28"/>
                <w:szCs w:val="28"/>
              </w:rPr>
              <w:t>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941462" w:rsidP="00936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 xml:space="preserve">юджеты </w:t>
            </w:r>
            <w:proofErr w:type="spellStart"/>
            <w:proofErr w:type="gramStart"/>
            <w:r w:rsidR="00750A30" w:rsidRPr="00750A30">
              <w:rPr>
                <w:sz w:val="28"/>
                <w:szCs w:val="28"/>
              </w:rPr>
              <w:t>муници-пальных</w:t>
            </w:r>
            <w:proofErr w:type="spellEnd"/>
            <w:proofErr w:type="gramEnd"/>
            <w:r w:rsidR="00750A30" w:rsidRPr="00750A30">
              <w:rPr>
                <w:sz w:val="28"/>
                <w:szCs w:val="28"/>
              </w:rPr>
              <w:t xml:space="preserve">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A30" w:rsidRPr="00750A30" w:rsidRDefault="00B967D4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юджеты горо</w:t>
            </w:r>
            <w:proofErr w:type="gramStart"/>
            <w:r w:rsidR="00750A30" w:rsidRPr="00750A30">
              <w:rPr>
                <w:sz w:val="28"/>
                <w:szCs w:val="28"/>
              </w:rPr>
              <w:t>д</w:t>
            </w:r>
            <w:r w:rsidR="00941462">
              <w:rPr>
                <w:sz w:val="28"/>
                <w:szCs w:val="28"/>
              </w:rPr>
              <w:t>-</w:t>
            </w:r>
            <w:proofErr w:type="gramEnd"/>
            <w:r w:rsidR="00941462">
              <w:rPr>
                <w:sz w:val="28"/>
                <w:szCs w:val="28"/>
              </w:rPr>
              <w:br/>
            </w:r>
            <w:proofErr w:type="spellStart"/>
            <w:r w:rsidR="00941462">
              <w:rPr>
                <w:sz w:val="28"/>
                <w:szCs w:val="28"/>
              </w:rPr>
              <w:t>с</w:t>
            </w:r>
            <w:r w:rsidR="00750A30" w:rsidRPr="00750A30">
              <w:rPr>
                <w:sz w:val="28"/>
                <w:szCs w:val="28"/>
              </w:rPr>
              <w:t>ких</w:t>
            </w:r>
            <w:proofErr w:type="spellEnd"/>
            <w:r w:rsidR="00750A30" w:rsidRPr="00750A30">
              <w:rPr>
                <w:sz w:val="28"/>
                <w:szCs w:val="28"/>
              </w:rPr>
              <w:t xml:space="preserve"> и сельских </w:t>
            </w:r>
            <w:proofErr w:type="spellStart"/>
            <w:r w:rsidR="00750A30" w:rsidRPr="00750A30">
              <w:rPr>
                <w:sz w:val="28"/>
                <w:szCs w:val="28"/>
              </w:rPr>
              <w:t>поселе-ний</w:t>
            </w:r>
            <w:proofErr w:type="spellEnd"/>
          </w:p>
        </w:tc>
      </w:tr>
    </w:tbl>
    <w:p w:rsidR="00750A30" w:rsidRPr="00750A30" w:rsidRDefault="00750A30" w:rsidP="003F53E9">
      <w:pPr>
        <w:rPr>
          <w:sz w:val="2"/>
          <w:szCs w:val="2"/>
          <w:vertAlign w:val="superscript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1417"/>
        <w:gridCol w:w="1418"/>
        <w:gridCol w:w="1417"/>
        <w:gridCol w:w="1418"/>
      </w:tblGrid>
      <w:tr w:rsidR="00750A30" w:rsidRPr="00750A30" w:rsidTr="00E249F3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</w:t>
            </w:r>
          </w:p>
        </w:tc>
      </w:tr>
      <w:tr w:rsidR="00750A30" w:rsidRPr="00750A30" w:rsidTr="00E249F3">
        <w:trPr>
          <w:trHeight w:val="20"/>
        </w:trPr>
        <w:tc>
          <w:tcPr>
            <w:tcW w:w="10065" w:type="dxa"/>
            <w:gridSpan w:val="5"/>
            <w:tcBorders>
              <w:top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23786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 в качестве объекта налогообложения доходы, уменьшенные на величину расх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дов (за налоговые периоды, 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Единый налог на вменённый д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ход для отдельных видов деятел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ности (за налоговые периоды, 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4710A5"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10065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>В части погашения задолженности и перерасчётов по отменённым налогам, сборам и иным обязательным платежам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Налог на прибыль организаций, </w:t>
            </w:r>
            <w:r w:rsidRPr="00750A30">
              <w:rPr>
                <w:sz w:val="28"/>
                <w:szCs w:val="28"/>
              </w:rPr>
              <w:lastRenderedPageBreak/>
              <w:t>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Default="00723786" w:rsidP="003F53E9">
            <w:pPr>
              <w:jc w:val="center"/>
              <w:rPr>
                <w:sz w:val="28"/>
                <w:szCs w:val="28"/>
              </w:rPr>
            </w:pPr>
          </w:p>
          <w:p w:rsidR="00723786" w:rsidRPr="00750A30" w:rsidRDefault="00723786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F3CDB"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прибыль организаций, 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муниц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пальных районов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мых, мобилизуемые на террит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мых, мобилизуемые на террит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риях муниципальных районов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углеводоро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ного сырья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других поле</w:t>
            </w:r>
            <w:r w:rsidRPr="00750A30">
              <w:rPr>
                <w:sz w:val="28"/>
                <w:szCs w:val="28"/>
              </w:rPr>
              <w:t>з</w:t>
            </w:r>
            <w:r w:rsidRPr="00750A30">
              <w:rPr>
                <w:sz w:val="28"/>
                <w:szCs w:val="28"/>
              </w:rPr>
              <w:t>ных ископаемых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25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pacing w:val="-6"/>
                <w:sz w:val="28"/>
                <w:szCs w:val="28"/>
              </w:rPr>
            </w:pPr>
            <w:r w:rsidRPr="00750A30">
              <w:rPr>
                <w:spacing w:val="-6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покупку иностранных денежных знаков и платёжных документов, выраженных в ин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странной валюте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налоги и сборы (по отм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нённым налогам и сборам субъе</w:t>
            </w:r>
            <w:r w:rsidRPr="00750A30">
              <w:rPr>
                <w:sz w:val="28"/>
                <w:szCs w:val="28"/>
              </w:rPr>
              <w:t>к</w:t>
            </w:r>
            <w:r w:rsidRPr="00750A30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ческих лиц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ного самоуправления муниц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пальных районов лицензий на розничную продажу алкогольной продукции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рекламу, мобилизуемый  на территориях городских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515D9B" w:rsidRDefault="00515D9B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Целевые сборы с граждан и пре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приятий, учреждений, организ</w:t>
            </w:r>
            <w:r w:rsidRPr="00750A30">
              <w:rPr>
                <w:sz w:val="28"/>
                <w:szCs w:val="28"/>
              </w:rPr>
              <w:t>а</w:t>
            </w:r>
            <w:r w:rsidRPr="00750A30">
              <w:rPr>
                <w:sz w:val="28"/>
                <w:szCs w:val="28"/>
              </w:rPr>
              <w:t>ций на содержание милиции, на благоустройство территорий, на нужды образования и другие цели,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Лицензионный сбор за право то</w:t>
            </w:r>
            <w:r w:rsidRPr="00750A30">
              <w:rPr>
                <w:sz w:val="28"/>
                <w:szCs w:val="28"/>
              </w:rPr>
              <w:t>р</w:t>
            </w:r>
            <w:r w:rsidRPr="00750A30">
              <w:rPr>
                <w:sz w:val="28"/>
                <w:szCs w:val="28"/>
              </w:rPr>
              <w:t>говли спиртными напитками, м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билизуемый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965185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Налоги, взимаемые в виде стоим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жения  (за налоговые периоды, и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10065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</w:p>
          <w:p w:rsidR="00750A30" w:rsidRPr="00750A30" w:rsidRDefault="00750A30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b/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сумм, а</w:t>
            </w:r>
            <w:r w:rsidRPr="00750A30">
              <w:rPr>
                <w:sz w:val="28"/>
                <w:szCs w:val="28"/>
              </w:rPr>
              <w:t>к</w:t>
            </w:r>
            <w:r w:rsidRPr="00750A30">
              <w:rPr>
                <w:sz w:val="28"/>
                <w:szCs w:val="28"/>
              </w:rPr>
              <w:t>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965185" w:rsidRDefault="00750A30" w:rsidP="003F53E9">
            <w:pPr>
              <w:pStyle w:val="aa"/>
              <w:rPr>
                <w:bCs/>
                <w:iCs/>
                <w:szCs w:val="28"/>
              </w:rPr>
            </w:pPr>
            <w:r w:rsidRPr="00965185">
              <w:rPr>
                <w:bCs/>
                <w:iCs/>
                <w:szCs w:val="28"/>
              </w:rPr>
              <w:t>Проценты, полученные от пред</w:t>
            </w:r>
            <w:r w:rsidRPr="00965185">
              <w:rPr>
                <w:bCs/>
                <w:iCs/>
                <w:szCs w:val="28"/>
              </w:rPr>
              <w:t>о</w:t>
            </w:r>
            <w:r w:rsidRPr="00965185">
              <w:rPr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750A30" w:rsidRPr="00965185" w:rsidRDefault="00750A30" w:rsidP="003F53E9">
            <w:pPr>
              <w:jc w:val="center"/>
              <w:rPr>
                <w:sz w:val="28"/>
                <w:szCs w:val="28"/>
              </w:rPr>
            </w:pPr>
            <w:r w:rsidRPr="00965185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965185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750A30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750A30">
              <w:t>Доходы, получаемые в виде арендной платы за земельные уча</w:t>
            </w:r>
            <w:r w:rsidR="002A5B3E">
              <w:t>-</w:t>
            </w:r>
            <w:r w:rsidRPr="00750A30">
              <w:t>стки, которые расположены в гр</w:t>
            </w:r>
            <w:r w:rsidRPr="00750A30">
              <w:t>а</w:t>
            </w:r>
            <w:r w:rsidRPr="00750A30">
              <w:t xml:space="preserve">ницах городских округов, </w:t>
            </w:r>
            <w:r w:rsidR="002D1AE7">
              <w:rPr>
                <w:spacing w:val="-10"/>
              </w:rPr>
              <w:t>находя</w:t>
            </w:r>
            <w:r w:rsidR="002D1AE7">
              <w:rPr>
                <w:spacing w:val="-10"/>
              </w:rPr>
              <w:t>т</w:t>
            </w:r>
            <w:r w:rsidR="002D1AE7">
              <w:rPr>
                <w:spacing w:val="-10"/>
              </w:rPr>
              <w:t>ся в </w:t>
            </w:r>
            <w:r w:rsidRPr="002D1AE7">
              <w:rPr>
                <w:spacing w:val="-10"/>
              </w:rPr>
              <w:t xml:space="preserve">федеральной </w:t>
            </w:r>
            <w:r w:rsidRPr="002D1AE7">
              <w:rPr>
                <w:spacing w:val="-12"/>
              </w:rPr>
              <w:t>собстве</w:t>
            </w:r>
            <w:r w:rsidR="002D1AE7" w:rsidRPr="002D1AE7">
              <w:rPr>
                <w:spacing w:val="-12"/>
              </w:rPr>
              <w:t>нн</w:t>
            </w:r>
            <w:r w:rsidRPr="002D1AE7">
              <w:rPr>
                <w:spacing w:val="-12"/>
              </w:rPr>
              <w:t>о</w:t>
            </w:r>
            <w:r w:rsidRPr="00750A30">
              <w:t>сти и осуществление полномочий по управлению и распоряжению к</w:t>
            </w:r>
            <w:r w:rsidRPr="00750A30">
              <w:t>о</w:t>
            </w:r>
            <w:r w:rsidRPr="00750A30">
              <w:t>торыми передано органам гос</w:t>
            </w:r>
            <w:r w:rsidRPr="00750A30">
              <w:t>у</w:t>
            </w:r>
            <w:r w:rsidRPr="00750A30">
              <w:t>дарственной власти субъектов Российской Федерации, а также средства от продажи права на з</w:t>
            </w:r>
            <w:r w:rsidRPr="00750A30">
              <w:t>а</w:t>
            </w:r>
            <w:r w:rsidRPr="00750A30">
              <w:t>ключение договоров аренды ук</w:t>
            </w:r>
            <w:r w:rsidRPr="00750A30">
              <w:t>а</w:t>
            </w:r>
            <w:r w:rsidRPr="00750A30">
              <w:t>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750A30" w:rsidRPr="00750A30" w:rsidTr="00E249F3">
        <w:trPr>
          <w:trHeight w:val="20"/>
        </w:trPr>
        <w:tc>
          <w:tcPr>
            <w:tcW w:w="4395" w:type="dxa"/>
          </w:tcPr>
          <w:p w:rsidR="00750A30" w:rsidRPr="00515D9B" w:rsidRDefault="00750A30" w:rsidP="003F53E9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515D9B">
              <w:t>Доходы, по</w:t>
            </w:r>
            <w:r w:rsidR="00AF691F" w:rsidRPr="00515D9B">
              <w:t xml:space="preserve">лучаемые в виде арендной платы </w:t>
            </w:r>
            <w:r w:rsidRPr="00515D9B">
              <w:t>за земельные уча</w:t>
            </w:r>
            <w:r w:rsidR="00AF691F" w:rsidRPr="00515D9B">
              <w:t>стки, которые расположены</w:t>
            </w:r>
            <w:r w:rsidRPr="00515D9B">
              <w:t xml:space="preserve"> в границах </w:t>
            </w:r>
            <w:r w:rsidR="00AF691F" w:rsidRPr="00515D9B">
              <w:t xml:space="preserve">сельских </w:t>
            </w:r>
            <w:r w:rsidRPr="00515D9B">
              <w:t>поселений, находятся в федеральной со</w:t>
            </w:r>
            <w:r w:rsidRPr="00515D9B">
              <w:t>б</w:t>
            </w:r>
            <w:r w:rsidRPr="00515D9B">
              <w:t>ственности и осуществление по</w:t>
            </w:r>
            <w:r w:rsidRPr="00515D9B">
              <w:t>л</w:t>
            </w:r>
            <w:r w:rsidRPr="00515D9B">
              <w:t>номочий по управлению и расп</w:t>
            </w:r>
            <w:r w:rsidRPr="00515D9B">
              <w:t>о</w:t>
            </w:r>
            <w:r w:rsidRPr="00515D9B">
              <w:t>ряжению которыми передано о</w:t>
            </w:r>
            <w:r w:rsidRPr="00515D9B">
              <w:t>р</w:t>
            </w:r>
            <w:r w:rsidRPr="00515D9B">
              <w:t>ганам государственной власти субъектов Российской Федерации, а такж</w:t>
            </w:r>
            <w:r w:rsidR="00AF691F" w:rsidRPr="00515D9B">
              <w:t>е средства от продажи пр</w:t>
            </w:r>
            <w:r w:rsidR="00AF691F" w:rsidRPr="00515D9B">
              <w:t>а</w:t>
            </w:r>
            <w:r w:rsidR="00AF691F" w:rsidRPr="00515D9B">
              <w:t xml:space="preserve">ва на </w:t>
            </w:r>
            <w:r w:rsidRPr="00515D9B">
              <w:t>заключение договоров аре</w:t>
            </w:r>
            <w:r w:rsidRPr="00515D9B">
              <w:t>н</w:t>
            </w:r>
            <w:r w:rsidRPr="00515D9B">
              <w:t>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750A30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750A30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515D9B" w:rsidRDefault="00AF691F" w:rsidP="00AF691F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515D9B">
              <w:rPr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</w:t>
            </w:r>
            <w:r w:rsidRPr="00515D9B">
              <w:rPr>
                <w:sz w:val="28"/>
                <w:szCs w:val="28"/>
              </w:rPr>
              <w:t>б</w:t>
            </w:r>
            <w:r w:rsidRPr="00515D9B">
              <w:rPr>
                <w:sz w:val="28"/>
                <w:szCs w:val="28"/>
              </w:rPr>
              <w:t>ственности и осуществление по</w:t>
            </w:r>
            <w:r w:rsidRPr="00515D9B">
              <w:rPr>
                <w:sz w:val="28"/>
                <w:szCs w:val="28"/>
              </w:rPr>
              <w:t>л</w:t>
            </w:r>
            <w:r w:rsidRPr="00515D9B">
              <w:rPr>
                <w:sz w:val="28"/>
                <w:szCs w:val="28"/>
              </w:rPr>
              <w:t>номочий по управлению и расп</w:t>
            </w:r>
            <w:r w:rsidRPr="00515D9B">
              <w:rPr>
                <w:sz w:val="28"/>
                <w:szCs w:val="28"/>
              </w:rPr>
              <w:t>о</w:t>
            </w:r>
            <w:r w:rsidRPr="00515D9B">
              <w:rPr>
                <w:sz w:val="28"/>
                <w:szCs w:val="28"/>
              </w:rPr>
              <w:t>ряжению которыми передано о</w:t>
            </w:r>
            <w:r w:rsidRPr="00515D9B">
              <w:rPr>
                <w:sz w:val="28"/>
                <w:szCs w:val="28"/>
              </w:rPr>
              <w:t>р</w:t>
            </w:r>
            <w:r w:rsidRPr="00515D9B">
              <w:rPr>
                <w:sz w:val="28"/>
                <w:szCs w:val="28"/>
              </w:rPr>
              <w:t>ганам государственной власти субъектов Российской Федерации, а также средства от продажи пр</w:t>
            </w:r>
            <w:r w:rsidRPr="00515D9B">
              <w:rPr>
                <w:sz w:val="28"/>
                <w:szCs w:val="28"/>
              </w:rPr>
              <w:t>а</w:t>
            </w:r>
            <w:r w:rsidRPr="00515D9B">
              <w:rPr>
                <w:sz w:val="28"/>
                <w:szCs w:val="28"/>
              </w:rPr>
              <w:t>ва на заключение договоров аре</w:t>
            </w:r>
            <w:r w:rsidRPr="00515D9B">
              <w:rPr>
                <w:sz w:val="28"/>
                <w:szCs w:val="28"/>
              </w:rPr>
              <w:t>н</w:t>
            </w:r>
            <w:r w:rsidRPr="00515D9B">
              <w:rPr>
                <w:sz w:val="28"/>
                <w:szCs w:val="28"/>
              </w:rPr>
              <w:t>ды указанных земельных участков</w:t>
            </w:r>
            <w:proofErr w:type="gramEnd"/>
          </w:p>
        </w:tc>
        <w:tc>
          <w:tcPr>
            <w:tcW w:w="1417" w:type="dxa"/>
            <w:vAlign w:val="bottom"/>
          </w:tcPr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152B20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  <w:r w:rsidR="006F3CDB">
              <w:rPr>
                <w:sz w:val="28"/>
                <w:szCs w:val="28"/>
              </w:rPr>
              <w:t>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распоряжения правами на результаты интеллектуальной деятельности военного, специал</w:t>
            </w:r>
            <w:r w:rsidRPr="00750A30">
              <w:rPr>
                <w:bCs/>
                <w:iCs/>
                <w:sz w:val="28"/>
                <w:szCs w:val="28"/>
              </w:rPr>
              <w:t>ь</w:t>
            </w:r>
            <w:r w:rsidRPr="00750A30">
              <w:rPr>
                <w:bCs/>
                <w:iCs/>
                <w:sz w:val="28"/>
                <w:szCs w:val="28"/>
              </w:rPr>
              <w:t>ного и двойного назначения, находящимися в собственности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E2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 xml:space="preserve">Доходы от распоряжения правами на результаты </w:t>
            </w:r>
            <w:proofErr w:type="gramStart"/>
            <w:r w:rsidRPr="00750A30">
              <w:rPr>
                <w:bCs/>
                <w:iCs/>
                <w:sz w:val="28"/>
                <w:szCs w:val="28"/>
              </w:rPr>
              <w:t>научно-</w:t>
            </w:r>
            <w:proofErr w:type="spellStart"/>
            <w:r w:rsidRPr="00750A30">
              <w:rPr>
                <w:bCs/>
                <w:iCs/>
                <w:sz w:val="28"/>
                <w:szCs w:val="28"/>
              </w:rPr>
              <w:t>техниче</w:t>
            </w:r>
            <w:proofErr w:type="spellEnd"/>
            <w:r w:rsidR="00E249F3">
              <w:rPr>
                <w:bCs/>
                <w:iCs/>
                <w:sz w:val="28"/>
                <w:szCs w:val="28"/>
              </w:rPr>
              <w:t>-</w:t>
            </w:r>
            <w:proofErr w:type="spellStart"/>
            <w:r w:rsidRPr="00750A30">
              <w:rPr>
                <w:bCs/>
                <w:iCs/>
                <w:sz w:val="28"/>
                <w:szCs w:val="28"/>
              </w:rPr>
              <w:t>ской</w:t>
            </w:r>
            <w:proofErr w:type="spellEnd"/>
            <w:proofErr w:type="gramEnd"/>
            <w:r w:rsidRPr="00750A30">
              <w:rPr>
                <w:bCs/>
                <w:iCs/>
                <w:sz w:val="28"/>
                <w:szCs w:val="28"/>
              </w:rPr>
              <w:t xml:space="preserve"> деятельности, нах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дящимися в собственности субъектов Ро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002711" w:rsidRDefault="00002711" w:rsidP="003F53E9">
            <w:pPr>
              <w:jc w:val="center"/>
              <w:rPr>
                <w:sz w:val="28"/>
                <w:szCs w:val="28"/>
              </w:rPr>
            </w:pPr>
          </w:p>
          <w:p w:rsidR="00002711" w:rsidRDefault="00002711" w:rsidP="003F53E9">
            <w:pPr>
              <w:jc w:val="center"/>
              <w:rPr>
                <w:sz w:val="28"/>
                <w:szCs w:val="28"/>
              </w:rPr>
            </w:pPr>
          </w:p>
          <w:p w:rsidR="00002711" w:rsidRDefault="00002711" w:rsidP="003F53E9">
            <w:pPr>
              <w:jc w:val="center"/>
              <w:rPr>
                <w:sz w:val="28"/>
                <w:szCs w:val="28"/>
              </w:rPr>
            </w:pPr>
          </w:p>
          <w:p w:rsidR="00002711" w:rsidRDefault="00002711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эксплуатации и и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 xml:space="preserve">пользования </w:t>
            </w:r>
            <w:proofErr w:type="gramStart"/>
            <w:r w:rsidRPr="00750A30">
              <w:rPr>
                <w:bCs/>
                <w:iCs/>
                <w:sz w:val="28"/>
                <w:szCs w:val="28"/>
              </w:rPr>
              <w:t>имущества</w:t>
            </w:r>
            <w:proofErr w:type="gramEnd"/>
            <w:r w:rsidRPr="00750A30">
              <w:rPr>
                <w:bCs/>
                <w:iCs/>
                <w:sz w:val="28"/>
                <w:szCs w:val="28"/>
              </w:rPr>
              <w:t xml:space="preserve"> автом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бильных дорог, находящихся в собственности субъектов Росси</w:t>
            </w:r>
            <w:r w:rsidRPr="00750A30">
              <w:rPr>
                <w:bCs/>
                <w:iCs/>
                <w:sz w:val="28"/>
                <w:szCs w:val="28"/>
              </w:rPr>
              <w:t>й</w:t>
            </w:r>
            <w:r w:rsidRPr="00750A30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417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Прочие поступления от использ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50A30">
              <w:rPr>
                <w:bCs/>
                <w:iCs/>
                <w:sz w:val="28"/>
                <w:szCs w:val="28"/>
              </w:rPr>
              <w:t>й</w:t>
            </w:r>
            <w:r w:rsidRPr="00750A30">
              <w:rPr>
                <w:bCs/>
                <w:iCs/>
                <w:sz w:val="28"/>
                <w:szCs w:val="28"/>
              </w:rPr>
              <w:t>ской Федерации (за исключением имущества бюджетных и авт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номных учреждений субъектов Российской Федерации, а также имущества государственных ун</w:t>
            </w:r>
            <w:r w:rsidRPr="00750A30">
              <w:rPr>
                <w:bCs/>
                <w:iCs/>
                <w:sz w:val="28"/>
                <w:szCs w:val="28"/>
              </w:rPr>
              <w:t>и</w:t>
            </w:r>
            <w:r w:rsidRPr="00750A30">
              <w:rPr>
                <w:bCs/>
                <w:iCs/>
                <w:sz w:val="28"/>
                <w:szCs w:val="28"/>
              </w:rPr>
              <w:t>тарных предприятий субъектов Российской Федерации, в том числе казённых)</w:t>
            </w:r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10065" w:type="dxa"/>
            <w:gridSpan w:val="5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 xml:space="preserve">В части доходов от оказания платных услуг (работ) </w:t>
            </w:r>
            <w:r>
              <w:rPr>
                <w:b/>
                <w:sz w:val="28"/>
                <w:szCs w:val="28"/>
              </w:rPr>
              <w:br/>
            </w:r>
            <w:r w:rsidRPr="00750A30">
              <w:rPr>
                <w:b/>
                <w:sz w:val="28"/>
                <w:szCs w:val="28"/>
              </w:rPr>
              <w:t>и компенсации затрат государства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 (работ) получателями средств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 (работ) получателями средств бюджетов городских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Доходы, поступающие в порядке возмещения расходов, понесё</w:t>
            </w:r>
            <w:r w:rsidRPr="00750A30">
              <w:rPr>
                <w:sz w:val="28"/>
                <w:szCs w:val="28"/>
              </w:rPr>
              <w:t>н</w:t>
            </w:r>
            <w:r w:rsidRPr="00750A30">
              <w:rPr>
                <w:sz w:val="28"/>
                <w:szCs w:val="28"/>
              </w:rPr>
              <w:t>ных в связи с эксплуатацией им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щества городских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965185" w:rsidRDefault="00AF691F" w:rsidP="003F53E9">
            <w:pPr>
              <w:jc w:val="both"/>
              <w:rPr>
                <w:spacing w:val="-4"/>
                <w:sz w:val="28"/>
                <w:szCs w:val="28"/>
              </w:rPr>
            </w:pPr>
            <w:r w:rsidRPr="00965185">
              <w:rPr>
                <w:spacing w:val="-4"/>
                <w:sz w:val="28"/>
                <w:szCs w:val="28"/>
              </w:rPr>
              <w:t>Прочие доходы от компенсации з</w:t>
            </w:r>
            <w:r w:rsidRPr="00965185">
              <w:rPr>
                <w:spacing w:val="-4"/>
                <w:sz w:val="28"/>
                <w:szCs w:val="28"/>
              </w:rPr>
              <w:t>а</w:t>
            </w:r>
            <w:r w:rsidRPr="00965185">
              <w:rPr>
                <w:spacing w:val="-4"/>
                <w:sz w:val="28"/>
                <w:szCs w:val="28"/>
              </w:rPr>
              <w:t>трат бюджетов городских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10065" w:type="dxa"/>
            <w:gridSpan w:val="5"/>
            <w:vAlign w:val="bottom"/>
          </w:tcPr>
          <w:p w:rsidR="00AF691F" w:rsidRPr="00750A30" w:rsidRDefault="00AF691F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  <w:vAlign w:val="bottom"/>
          </w:tcPr>
          <w:p w:rsidR="00AF691F" w:rsidRPr="00965185" w:rsidRDefault="00AF691F" w:rsidP="003F53E9">
            <w:pPr>
              <w:jc w:val="both"/>
              <w:rPr>
                <w:snapToGrid w:val="0"/>
                <w:color w:val="000000"/>
                <w:spacing w:val="-4"/>
                <w:sz w:val="28"/>
                <w:szCs w:val="28"/>
              </w:rPr>
            </w:pP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зациями) городских округов за в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ы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417" w:type="dxa"/>
            <w:vAlign w:val="bottom"/>
          </w:tcPr>
          <w:p w:rsidR="00AF691F" w:rsidRPr="006F3CDB" w:rsidRDefault="006F3CDB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100</w:t>
            </w:r>
            <w:r w:rsidR="006F3CDB">
              <w:rPr>
                <w:snapToGrid w:val="0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6F3CDB" w:rsidRDefault="006F3CDB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6F3CDB" w:rsidRDefault="006F3CDB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6F3CDB">
              <w:rPr>
                <w:snapToGrid w:val="0"/>
                <w:color w:val="000000"/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10065" w:type="dxa"/>
            <w:gridSpan w:val="5"/>
            <w:vAlign w:val="bottom"/>
          </w:tcPr>
          <w:p w:rsidR="00AF691F" w:rsidRPr="00750A30" w:rsidRDefault="00AF691F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а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CE5865" w:rsidRDefault="00CE5865" w:rsidP="003F53E9">
            <w:pPr>
              <w:jc w:val="center"/>
              <w:rPr>
                <w:sz w:val="28"/>
                <w:szCs w:val="28"/>
              </w:rPr>
            </w:pPr>
          </w:p>
          <w:p w:rsidR="00CE5865" w:rsidRDefault="00CE5865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6F3CDB" w:rsidRDefault="006F3CDB" w:rsidP="003F53E9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3F53E9">
            <w:pPr>
              <w:jc w:val="center"/>
              <w:rPr>
                <w:sz w:val="28"/>
                <w:szCs w:val="28"/>
              </w:rPr>
            </w:pPr>
          </w:p>
          <w:p w:rsidR="006F3CDB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6F3CDB" w:rsidRDefault="006F3CDB" w:rsidP="006F3CDB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6F3CDB" w:rsidP="006F3C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sz w:val="28"/>
                <w:szCs w:val="28"/>
              </w:rPr>
              <w:t>а</w:t>
            </w:r>
            <w:r w:rsidRPr="00750A30">
              <w:rPr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Возмещение потерь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ственного производства, связа</w:t>
            </w:r>
            <w:r w:rsidRPr="00750A30">
              <w:rPr>
                <w:snapToGrid w:val="0"/>
                <w:sz w:val="28"/>
                <w:szCs w:val="28"/>
              </w:rPr>
              <w:t>н</w:t>
            </w:r>
            <w:r w:rsidRPr="00750A30">
              <w:rPr>
                <w:snapToGrid w:val="0"/>
                <w:sz w:val="28"/>
                <w:szCs w:val="28"/>
              </w:rPr>
              <w:t>ных с изъятием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 xml:space="preserve">Прочие неналоговые доходы бюджетов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субъектов Российской Федерации</w:t>
            </w:r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 xml:space="preserve">Прочие неналоговые доходы бюджетов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2B66D5">
            <w:pPr>
              <w:jc w:val="both"/>
              <w:rPr>
                <w:snapToGrid w:val="0"/>
                <w:sz w:val="28"/>
                <w:szCs w:val="28"/>
              </w:rPr>
            </w:pPr>
            <w:proofErr w:type="gramStart"/>
            <w:r w:rsidRPr="00750A30">
              <w:rPr>
                <w:sz w:val="28"/>
                <w:szCs w:val="28"/>
              </w:rPr>
              <w:t>Прочие неналоговые доходы бюджетов субъектов Российской Федерации  от поступления д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нежных средств, внесённых участником конкурса (аукциона), проводимого в целях заключения государственного контракта, ф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нансируемого за счёт средств д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рожных фондов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Федерации,  в качестве обеспечения заявки на участие в таком конкурсе (аукционе) в сл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чае уклонения участника конкурса (аукциона) от заключения данного контракта и в иных случаях, уст</w:t>
            </w:r>
            <w:r w:rsidRPr="00750A30">
              <w:rPr>
                <w:sz w:val="28"/>
                <w:szCs w:val="28"/>
              </w:rPr>
              <w:t>а</w:t>
            </w:r>
            <w:r w:rsidRPr="00750A30">
              <w:rPr>
                <w:sz w:val="28"/>
                <w:szCs w:val="28"/>
              </w:rPr>
              <w:t>новленных законодательством Российской Федерации</w:t>
            </w:r>
            <w:proofErr w:type="gramEnd"/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1411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Возврат декларационного плат</w:t>
            </w:r>
            <w:r w:rsidRPr="00750A30">
              <w:rPr>
                <w:snapToGrid w:val="0"/>
                <w:sz w:val="28"/>
                <w:szCs w:val="28"/>
              </w:rPr>
              <w:t>е</w:t>
            </w:r>
            <w:r w:rsidRPr="00750A30">
              <w:rPr>
                <w:snapToGrid w:val="0"/>
                <w:sz w:val="28"/>
                <w:szCs w:val="28"/>
              </w:rPr>
              <w:t>жа, уплаченного в период с 1 ма</w:t>
            </w:r>
            <w:r w:rsidRPr="00750A30">
              <w:rPr>
                <w:snapToGrid w:val="0"/>
                <w:sz w:val="28"/>
                <w:szCs w:val="28"/>
              </w:rPr>
              <w:t>р</w:t>
            </w:r>
            <w:r w:rsidRPr="00750A30">
              <w:rPr>
                <w:snapToGrid w:val="0"/>
                <w:sz w:val="28"/>
                <w:szCs w:val="28"/>
              </w:rPr>
              <w:t>та 2007 года и до 1 января 2008 года при упрощённом декларир</w:t>
            </w:r>
            <w:r w:rsidRPr="00750A30">
              <w:rPr>
                <w:snapToGrid w:val="0"/>
                <w:sz w:val="28"/>
                <w:szCs w:val="28"/>
              </w:rPr>
              <w:t>о</w:t>
            </w:r>
            <w:r w:rsidRPr="00750A30">
              <w:rPr>
                <w:snapToGrid w:val="0"/>
                <w:sz w:val="28"/>
                <w:szCs w:val="28"/>
              </w:rPr>
              <w:t>вании доходов</w:t>
            </w:r>
          </w:p>
        </w:tc>
        <w:tc>
          <w:tcPr>
            <w:tcW w:w="1417" w:type="dxa"/>
            <w:vAlign w:val="bottom"/>
          </w:tcPr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Default="00AF691F" w:rsidP="003F53E9">
            <w:pPr>
              <w:jc w:val="center"/>
              <w:rPr>
                <w:sz w:val="28"/>
                <w:szCs w:val="28"/>
              </w:rPr>
            </w:pPr>
          </w:p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691F" w:rsidRPr="00750A30" w:rsidTr="00E249F3">
        <w:trPr>
          <w:trHeight w:val="20"/>
        </w:trPr>
        <w:tc>
          <w:tcPr>
            <w:tcW w:w="4395" w:type="dxa"/>
          </w:tcPr>
          <w:p w:rsidR="00AF691F" w:rsidRPr="00750A30" w:rsidRDefault="00AF691F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Средства самообложения граждан, зачисляемые в бюджеты горо</w:t>
            </w:r>
            <w:r w:rsidRPr="00750A30">
              <w:rPr>
                <w:snapToGrid w:val="0"/>
                <w:sz w:val="28"/>
                <w:szCs w:val="28"/>
              </w:rPr>
              <w:t>д</w:t>
            </w:r>
            <w:r w:rsidRPr="00750A30">
              <w:rPr>
                <w:snapToGrid w:val="0"/>
                <w:sz w:val="28"/>
                <w:szCs w:val="28"/>
              </w:rPr>
              <w:t>ских округов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AF691F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r w:rsidR="006F3CDB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AF691F" w:rsidRPr="00750A30" w:rsidRDefault="006F3CDB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CE5865" w:rsidRDefault="00CE5865" w:rsidP="003F53E9">
      <w:pPr>
        <w:ind w:firstLine="708"/>
        <w:jc w:val="both"/>
        <w:rPr>
          <w:b/>
          <w:sz w:val="28"/>
          <w:szCs w:val="28"/>
        </w:rPr>
      </w:pPr>
    </w:p>
    <w:p w:rsidR="00750A30" w:rsidRDefault="00750A30" w:rsidP="003F53E9">
      <w:pPr>
        <w:ind w:firstLine="708"/>
        <w:jc w:val="both"/>
        <w:rPr>
          <w:sz w:val="28"/>
          <w:szCs w:val="28"/>
        </w:rPr>
      </w:pPr>
      <w:r w:rsidRPr="00750A30">
        <w:rPr>
          <w:b/>
          <w:sz w:val="28"/>
          <w:szCs w:val="28"/>
        </w:rPr>
        <w:t xml:space="preserve">Примечание. </w:t>
      </w:r>
      <w:proofErr w:type="gramStart"/>
      <w:r w:rsidRPr="00750A30">
        <w:rPr>
          <w:sz w:val="28"/>
          <w:szCs w:val="28"/>
        </w:rPr>
        <w:t>Погашение задолженности по пеням и штрафам за несво</w:t>
      </w:r>
      <w:r w:rsidRPr="00750A30">
        <w:rPr>
          <w:sz w:val="28"/>
          <w:szCs w:val="28"/>
        </w:rPr>
        <w:t>е</w:t>
      </w:r>
      <w:r w:rsidRPr="00750A30">
        <w:rPr>
          <w:sz w:val="28"/>
          <w:szCs w:val="28"/>
        </w:rPr>
        <w:t>временную уплату нал</w:t>
      </w:r>
      <w:bookmarkStart w:id="0" w:name="_GoBack"/>
      <w:bookmarkEnd w:id="0"/>
      <w:r w:rsidRPr="00750A30">
        <w:rPr>
          <w:sz w:val="28"/>
          <w:szCs w:val="28"/>
        </w:rPr>
        <w:t>огов и сборов в части отменённых налогов и сборов ос</w:t>
      </w:r>
      <w:r w:rsidRPr="00750A30">
        <w:rPr>
          <w:sz w:val="28"/>
          <w:szCs w:val="28"/>
        </w:rPr>
        <w:t>у</w:t>
      </w:r>
      <w:r w:rsidRPr="00750A30">
        <w:rPr>
          <w:sz w:val="28"/>
          <w:szCs w:val="28"/>
        </w:rPr>
        <w:t>ществляется по нормативам зачисления соответствующих налогов и сборов в о</w:t>
      </w:r>
      <w:r w:rsidRPr="00750A30">
        <w:rPr>
          <w:sz w:val="28"/>
          <w:szCs w:val="28"/>
        </w:rPr>
        <w:t>б</w:t>
      </w:r>
      <w:r w:rsidRPr="00750A30">
        <w:rPr>
          <w:sz w:val="28"/>
          <w:szCs w:val="28"/>
        </w:rPr>
        <w:t>ластной и местные бюджеты.</w:t>
      </w:r>
      <w:proofErr w:type="gramEnd"/>
    </w:p>
    <w:p w:rsidR="002D1AE7" w:rsidRDefault="002D1AE7" w:rsidP="003F53E9">
      <w:pPr>
        <w:ind w:firstLine="708"/>
        <w:jc w:val="both"/>
        <w:rPr>
          <w:sz w:val="28"/>
          <w:szCs w:val="28"/>
        </w:rPr>
      </w:pPr>
    </w:p>
    <w:p w:rsidR="002D1AE7" w:rsidRDefault="002D1AE7" w:rsidP="003F53E9">
      <w:pPr>
        <w:ind w:firstLine="708"/>
        <w:jc w:val="both"/>
        <w:rPr>
          <w:sz w:val="28"/>
          <w:szCs w:val="28"/>
        </w:rPr>
      </w:pPr>
    </w:p>
    <w:p w:rsidR="002D1AE7" w:rsidRPr="00750A30" w:rsidRDefault="002D1AE7" w:rsidP="002D1AE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2D1AE7" w:rsidRPr="00750A30" w:rsidSect="002D1A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5E" w:rsidRDefault="009D725E">
      <w:r>
        <w:separator/>
      </w:r>
    </w:p>
  </w:endnote>
  <w:endnote w:type="continuationSeparator" w:id="0">
    <w:p w:rsidR="009D725E" w:rsidRDefault="009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7" w:rsidRDefault="00CB1B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7" w:rsidRDefault="00CB1B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D5" w:rsidRPr="00CB1BD7" w:rsidRDefault="006F18D5" w:rsidP="00CB1BD7">
    <w:pPr>
      <w:pStyle w:val="a6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5E" w:rsidRDefault="009D725E">
      <w:r>
        <w:separator/>
      </w:r>
    </w:p>
  </w:footnote>
  <w:footnote w:type="continuationSeparator" w:id="0">
    <w:p w:rsidR="009D725E" w:rsidRDefault="009D7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2" w:rsidRDefault="009802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71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1C2" w:rsidRDefault="007771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2" w:rsidRPr="00922298" w:rsidRDefault="009802A3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="007771C2"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E249F3">
      <w:rPr>
        <w:rStyle w:val="a5"/>
        <w:noProof/>
        <w:sz w:val="28"/>
        <w:szCs w:val="28"/>
      </w:rPr>
      <w:t>7</w:t>
    </w:r>
    <w:r w:rsidRPr="00922298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7" w:rsidRDefault="00CB1B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BA4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711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163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44E1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61A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AEA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5B3E"/>
    <w:rsid w:val="002A6725"/>
    <w:rsid w:val="002A6BA5"/>
    <w:rsid w:val="002A6CAD"/>
    <w:rsid w:val="002A6F74"/>
    <w:rsid w:val="002A71EF"/>
    <w:rsid w:val="002A7AEA"/>
    <w:rsid w:val="002A7B2A"/>
    <w:rsid w:val="002B003F"/>
    <w:rsid w:val="002B04A3"/>
    <w:rsid w:val="002B07FC"/>
    <w:rsid w:val="002B0CAF"/>
    <w:rsid w:val="002B12C9"/>
    <w:rsid w:val="002B137B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6D5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5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38EB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90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557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43A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0A5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AA7"/>
    <w:rsid w:val="004F2FFB"/>
    <w:rsid w:val="004F36ED"/>
    <w:rsid w:val="004F3DB7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D9B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22B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5A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07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04D"/>
    <w:rsid w:val="00694242"/>
    <w:rsid w:val="0069439A"/>
    <w:rsid w:val="0069444D"/>
    <w:rsid w:val="00694481"/>
    <w:rsid w:val="00694612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8D5"/>
    <w:rsid w:val="006F199F"/>
    <w:rsid w:val="006F33D4"/>
    <w:rsid w:val="006F3574"/>
    <w:rsid w:val="006F35E0"/>
    <w:rsid w:val="006F3A07"/>
    <w:rsid w:val="006F3BDB"/>
    <w:rsid w:val="006F3C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786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326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5B7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0B4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4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DA6"/>
    <w:rsid w:val="00865E51"/>
    <w:rsid w:val="008663E4"/>
    <w:rsid w:val="008665B8"/>
    <w:rsid w:val="00866A9F"/>
    <w:rsid w:val="00866E80"/>
    <w:rsid w:val="00867742"/>
    <w:rsid w:val="0086777B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173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158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3410"/>
    <w:rsid w:val="00953499"/>
    <w:rsid w:val="00953983"/>
    <w:rsid w:val="00953A30"/>
    <w:rsid w:val="00953BA2"/>
    <w:rsid w:val="00954063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2A3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5E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0D8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5F8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91F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476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5D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BD7"/>
    <w:rsid w:val="00CB29C9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979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9E1"/>
    <w:rsid w:val="00CE4F60"/>
    <w:rsid w:val="00CE561C"/>
    <w:rsid w:val="00CE5865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4DFA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D63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3DEF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5D47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9F3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6D7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4C1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5E5E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4845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62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F9D"/>
    <w:rsid w:val="00F95790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BA9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72183-57EE-4A25-95D0-BC711374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Закон.dot</Template>
  <TotalTime>653</TotalTime>
  <Pages>7</Pages>
  <Words>1121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u56</cp:lastModifiedBy>
  <cp:revision>30</cp:revision>
  <cp:lastPrinted>2017-10-02T13:12:00Z</cp:lastPrinted>
  <dcterms:created xsi:type="dcterms:W3CDTF">2014-08-29T11:51:00Z</dcterms:created>
  <dcterms:modified xsi:type="dcterms:W3CDTF">2017-10-03T06:52:00Z</dcterms:modified>
</cp:coreProperties>
</file>